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54BD40" w14:textId="0643C30B" w:rsidR="00EA037D" w:rsidRPr="00EA037D" w:rsidRDefault="00EA037D" w:rsidP="00B44FE5">
      <w:pPr>
        <w:jc w:val="center"/>
      </w:pPr>
      <w:r>
        <w:t>Dominik</w:t>
      </w:r>
      <w:r w:rsidRPr="00EA037D">
        <w:t xml:space="preserve"> </w:t>
      </w:r>
      <w:proofErr w:type="spellStart"/>
      <w:r w:rsidRPr="00EA037D">
        <w:t>Wiehlert</w:t>
      </w:r>
      <w:proofErr w:type="spellEnd"/>
    </w:p>
    <w:p w14:paraId="53ED1E22" w14:textId="7E7D28B7" w:rsidR="00EA037D" w:rsidRPr="00EA037D" w:rsidRDefault="00EA037D" w:rsidP="00EA037D">
      <w:pPr>
        <w:jc w:val="center"/>
      </w:pPr>
      <w:r w:rsidRPr="00EA037D">
        <w:t>Universitätsstr. 11, 40215 Düsseldorf, Tel.: 0211 11223344</w:t>
      </w:r>
      <w:r w:rsidRPr="00EA037D">
        <w:br/>
        <w:t>E-Mail: wiehlert@netwebservices.de</w:t>
      </w:r>
    </w:p>
    <w:p w14:paraId="4AA9EF0B" w14:textId="77777777" w:rsidR="00EA037D" w:rsidRDefault="00EA037D" w:rsidP="00EA037D"/>
    <w:p w14:paraId="3ECCD9F4" w14:textId="77777777" w:rsidR="009369AA" w:rsidRDefault="009369AA" w:rsidP="00EA037D"/>
    <w:p w14:paraId="53D248D8" w14:textId="77777777" w:rsidR="009369AA" w:rsidRDefault="009369AA" w:rsidP="00EA037D"/>
    <w:p w14:paraId="77D5BC76" w14:textId="77777777" w:rsidR="00B44FE5" w:rsidRPr="00EA037D" w:rsidRDefault="00B44FE5" w:rsidP="00EA037D"/>
    <w:p w14:paraId="073FDD11" w14:textId="77777777" w:rsidR="00EA037D" w:rsidRPr="00EA037D" w:rsidRDefault="00EA037D" w:rsidP="00EA037D">
      <w:proofErr w:type="spellStart"/>
      <w:r w:rsidRPr="00EA037D">
        <w:t>InvestBankCenter</w:t>
      </w:r>
      <w:proofErr w:type="spellEnd"/>
    </w:p>
    <w:p w14:paraId="3810807C" w14:textId="77777777" w:rsidR="00EA037D" w:rsidRPr="00EA037D" w:rsidRDefault="00EA037D" w:rsidP="00EA037D">
      <w:r w:rsidRPr="00EA037D">
        <w:t>Personalabteilung</w:t>
      </w:r>
    </w:p>
    <w:p w14:paraId="6C1DEE6F" w14:textId="77777777" w:rsidR="00EA037D" w:rsidRPr="00EA037D" w:rsidRDefault="00EA037D" w:rsidP="00EA037D">
      <w:proofErr w:type="spellStart"/>
      <w:r w:rsidRPr="00EA037D">
        <w:t>Bilker</w:t>
      </w:r>
      <w:proofErr w:type="spellEnd"/>
      <w:r w:rsidRPr="00EA037D">
        <w:t xml:space="preserve"> Str. 110</w:t>
      </w:r>
    </w:p>
    <w:p w14:paraId="53510CE9" w14:textId="77777777" w:rsidR="00EA037D" w:rsidRPr="00EA037D" w:rsidRDefault="00EA037D" w:rsidP="00EA037D">
      <w:r w:rsidRPr="00EA037D">
        <w:t>40213 Düsseldorf</w:t>
      </w:r>
    </w:p>
    <w:p w14:paraId="676938C2" w14:textId="77777777" w:rsidR="00EA037D" w:rsidRPr="00EA037D" w:rsidRDefault="00EA037D" w:rsidP="00EA037D"/>
    <w:p w14:paraId="4AB35CD1" w14:textId="77777777" w:rsidR="00EA037D" w:rsidRPr="00EA037D" w:rsidRDefault="00EA037D" w:rsidP="00EA037D"/>
    <w:p w14:paraId="5DFC9ECE" w14:textId="5F6ECD6E" w:rsidR="00EA037D" w:rsidRPr="00EA037D" w:rsidRDefault="00EA037D" w:rsidP="00EA037D">
      <w:pPr>
        <w:jc w:val="right"/>
      </w:pPr>
      <w:r w:rsidRPr="00EA037D">
        <w:t>7.3.201</w:t>
      </w:r>
      <w:r>
        <w:t>6</w:t>
      </w:r>
    </w:p>
    <w:p w14:paraId="3F653FB8" w14:textId="77777777" w:rsidR="00EA037D" w:rsidRPr="00EA037D" w:rsidRDefault="00EA037D" w:rsidP="00EA037D"/>
    <w:p w14:paraId="2A4A4B7D" w14:textId="77777777" w:rsidR="00EA037D" w:rsidRPr="00EA037D" w:rsidRDefault="00EA037D" w:rsidP="00EA037D"/>
    <w:p w14:paraId="7F3EC57C" w14:textId="38CBCBCE" w:rsidR="00EA037D" w:rsidRPr="00EA037D" w:rsidRDefault="00EA037D" w:rsidP="00EA037D">
      <w:pPr>
        <w:rPr>
          <w:b/>
        </w:rPr>
      </w:pPr>
      <w:r w:rsidRPr="00EA037D">
        <w:rPr>
          <w:b/>
        </w:rPr>
        <w:t>Bewerbung als Vermögensberater</w:t>
      </w:r>
      <w:r w:rsidRPr="00EA037D">
        <w:rPr>
          <w:b/>
        </w:rPr>
        <w:br/>
        <w:t xml:space="preserve">Ihre Onlineanzeige </w:t>
      </w:r>
      <w:r>
        <w:rPr>
          <w:b/>
        </w:rPr>
        <w:t xml:space="preserve">vom 2.3.2016 </w:t>
      </w:r>
      <w:r w:rsidRPr="00EA037D">
        <w:rPr>
          <w:b/>
        </w:rPr>
        <w:t>im Karriereportal der Rheinischen Post</w:t>
      </w:r>
    </w:p>
    <w:p w14:paraId="262B2667" w14:textId="77777777" w:rsidR="00EA037D" w:rsidRPr="00EA037D" w:rsidRDefault="00EA037D" w:rsidP="00EA037D"/>
    <w:p w14:paraId="606CF6BD" w14:textId="77777777" w:rsidR="00EA037D" w:rsidRPr="00EA037D" w:rsidRDefault="00EA037D" w:rsidP="00EA037D"/>
    <w:p w14:paraId="4F4288C6" w14:textId="77777777" w:rsidR="00EA037D" w:rsidRPr="00EA037D" w:rsidRDefault="00EA037D" w:rsidP="00EA037D">
      <w:r w:rsidRPr="00EA037D">
        <w:t>Sehr geehrte Damen, sehr geehrte Herren,</w:t>
      </w:r>
    </w:p>
    <w:p w14:paraId="46860525" w14:textId="77777777" w:rsidR="00EA037D" w:rsidRPr="00EA037D" w:rsidRDefault="00EA037D" w:rsidP="00EA037D">
      <w:pPr>
        <w:rPr>
          <w:sz w:val="14"/>
          <w:szCs w:val="14"/>
        </w:rPr>
      </w:pPr>
    </w:p>
    <w:p w14:paraId="1E8047E4" w14:textId="7D566550" w:rsidR="00EA037D" w:rsidRPr="00EA037D" w:rsidRDefault="00EA037D" w:rsidP="00EA037D">
      <w:r w:rsidRPr="00EA037D">
        <w:t xml:space="preserve">anbei erhalten Sie meine Bewerbung, weil die beschriebene Tätigkeit als Vermögensberater für mich nach einer </w:t>
      </w:r>
      <w:r>
        <w:t xml:space="preserve">willkommenen </w:t>
      </w:r>
      <w:r w:rsidRPr="00EA037D">
        <w:t xml:space="preserve">Herausforderung klingt. </w:t>
      </w:r>
    </w:p>
    <w:p w14:paraId="3A52BB70" w14:textId="77777777" w:rsidR="00EA037D" w:rsidRPr="00EA037D" w:rsidRDefault="00EA037D" w:rsidP="00EA037D">
      <w:pPr>
        <w:rPr>
          <w:sz w:val="14"/>
          <w:szCs w:val="14"/>
        </w:rPr>
      </w:pPr>
    </w:p>
    <w:p w14:paraId="12ED87B7" w14:textId="17EDC851" w:rsidR="00EA037D" w:rsidRPr="00EA037D" w:rsidRDefault="00EA037D" w:rsidP="00EA037D">
      <w:r w:rsidRPr="00EA037D">
        <w:t>Ich bin 32 Jahre alt, Bankkaufmann und seit knapp vier Jahren als Anlageberater tätig. Bisher habe ich vor allem Anlagestrategien für Privatkunden entwickelt. Dank fundierter Bankausbi</w:t>
      </w:r>
      <w:r w:rsidRPr="00EA037D">
        <w:t>l</w:t>
      </w:r>
      <w:r w:rsidRPr="00EA037D">
        <w:t>dung und Berufserfahrung bin ich fit, was Aktien, Rentenpapiere, Fonds, Derivate und (Aktien-, Renten- oder Options-)Anleihen betrifft. Inzwischen ist mir das Erarbeiten von Standardlösu</w:t>
      </w:r>
      <w:r w:rsidRPr="00EA037D">
        <w:t>n</w:t>
      </w:r>
      <w:r w:rsidRPr="00EA037D">
        <w:t xml:space="preserve">gen für ein breiteres Publikum zur Routine geworden; insofern suche ich nach einer neuen </w:t>
      </w:r>
      <w:r w:rsidR="009369AA">
        <w:br/>
      </w:r>
      <w:r w:rsidRPr="00EA037D">
        <w:t>Herausforderung.</w:t>
      </w:r>
    </w:p>
    <w:p w14:paraId="3D7C2AA8" w14:textId="77777777" w:rsidR="00EA037D" w:rsidRPr="00EA037D" w:rsidRDefault="00EA037D" w:rsidP="00EA037D">
      <w:pPr>
        <w:rPr>
          <w:sz w:val="14"/>
          <w:szCs w:val="14"/>
        </w:rPr>
      </w:pPr>
    </w:p>
    <w:p w14:paraId="5F7D4B31" w14:textId="6D84BA59" w:rsidR="00EA037D" w:rsidRPr="00EA037D" w:rsidRDefault="00EA037D" w:rsidP="009369AA">
      <w:r w:rsidRPr="00EA037D">
        <w:t>Meine spezifischen Kenntnisse des Kapitalmarkts möchte ich nun bei der individuellen Betre</w:t>
      </w:r>
      <w:r w:rsidRPr="00EA037D">
        <w:t>u</w:t>
      </w:r>
      <w:r w:rsidRPr="00EA037D">
        <w:t xml:space="preserve">ung vermögender Privatkunden einsetzen. Ihr Schwerpunkt ist die persönliche – und gute! – Beratung, genau dort fühle auch ich mich zu Hause. Wenn Sie einen Berater suchen, der ein </w:t>
      </w:r>
      <w:r w:rsidR="009369AA">
        <w:br/>
      </w:r>
      <w:r w:rsidRPr="00EA037D">
        <w:t>Gespür für die Wünsche der Kunden hat, dann bin ich der Richtige für Sie. Komplizierte Sac</w:t>
      </w:r>
      <w:r w:rsidRPr="00EA037D">
        <w:t>h</w:t>
      </w:r>
      <w:r w:rsidRPr="00EA037D">
        <w:t xml:space="preserve">verhalte kann ich verständlich erklären, darüber hinaus habe ich ein „Händchen“ bei der </w:t>
      </w:r>
      <w:r w:rsidR="009369AA">
        <w:br/>
      </w:r>
      <w:r w:rsidRPr="00EA037D">
        <w:t>Akquise von Neukunden und beim Ausbau vorhandener Kundenbeziehungen.</w:t>
      </w:r>
    </w:p>
    <w:p w14:paraId="64BA80AC" w14:textId="77777777" w:rsidR="00EA037D" w:rsidRPr="00EA037D" w:rsidRDefault="00EA037D" w:rsidP="00EA037D">
      <w:pPr>
        <w:rPr>
          <w:sz w:val="14"/>
          <w:szCs w:val="14"/>
        </w:rPr>
      </w:pPr>
    </w:p>
    <w:p w14:paraId="61E73993" w14:textId="77777777" w:rsidR="00EA037D" w:rsidRPr="00EA037D" w:rsidRDefault="00EA037D" w:rsidP="00EA037D">
      <w:r w:rsidRPr="00EA037D">
        <w:t>Mein Gehaltswunsch liegt bei … € pro Jahr. Sie wollen mehr über mich erfahren? Dann laden Sie mich zu einem Gespräch ein. Ich freue mich darauf!</w:t>
      </w:r>
    </w:p>
    <w:p w14:paraId="7E98963D" w14:textId="77777777" w:rsidR="00EA037D" w:rsidRPr="00EA037D" w:rsidRDefault="00EA037D" w:rsidP="00EA037D">
      <w:pPr>
        <w:rPr>
          <w:sz w:val="14"/>
          <w:szCs w:val="14"/>
        </w:rPr>
      </w:pPr>
    </w:p>
    <w:p w14:paraId="3EC89A32" w14:textId="77777777" w:rsidR="00EA037D" w:rsidRDefault="00EA037D" w:rsidP="00EA037D">
      <w:r w:rsidRPr="00EA037D">
        <w:t xml:space="preserve">Freundliche Grüße </w:t>
      </w:r>
    </w:p>
    <w:p w14:paraId="45417331" w14:textId="77777777" w:rsidR="009369AA" w:rsidRPr="00EA037D" w:rsidRDefault="009369AA" w:rsidP="00EA037D"/>
    <w:p w14:paraId="329AD342" w14:textId="588DCA4B" w:rsidR="0095639B" w:rsidRPr="007545F5" w:rsidRDefault="00EA037D" w:rsidP="00EA037D">
      <w:pPr>
        <w:pStyle w:val="UnterschriftName"/>
        <w:rPr>
          <w:rFonts w:ascii="Lucida Handwriting" w:hAnsi="Lucida Handwriting"/>
        </w:rPr>
      </w:pPr>
      <w:bookmarkStart w:id="0" w:name="_GoBack"/>
      <w:r w:rsidRPr="007545F5">
        <w:rPr>
          <w:rFonts w:ascii="Lucida Handwriting" w:hAnsi="Lucida Handwriting"/>
        </w:rPr>
        <w:t xml:space="preserve">Dominik </w:t>
      </w:r>
      <w:proofErr w:type="spellStart"/>
      <w:r w:rsidRPr="007545F5">
        <w:rPr>
          <w:rFonts w:ascii="Lucida Handwriting" w:hAnsi="Lucida Handwriting"/>
        </w:rPr>
        <w:t>Wiehlert</w:t>
      </w:r>
      <w:bookmarkEnd w:id="0"/>
      <w:proofErr w:type="spellEnd"/>
    </w:p>
    <w:sectPr w:rsidR="0095639B" w:rsidRPr="007545F5" w:rsidSect="00B44FE5">
      <w:pgSz w:w="11906" w:h="16838"/>
      <w:pgMar w:top="1134" w:right="1134" w:bottom="1134" w:left="1366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 Italic">
    <w:altName w:val="Arabic Typesetting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charset w:val="00"/>
    <w:family w:val="auto"/>
    <w:pitch w:val="variable"/>
    <w:sig w:usb0="00000287" w:usb1="00000000" w:usb2="00000000" w:usb3="00000000" w:csb0="0000009F" w:csb1="00000000"/>
  </w:font>
  <w:font w:name="JiffyCom">
    <w:altName w:val="Jiffy Co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stralStd">
    <w:charset w:val="00"/>
    <w:family w:val="auto"/>
    <w:pitch w:val="variable"/>
    <w:sig w:usb0="800000AF" w:usb1="5000204A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9D8"/>
    <w:rsid w:val="000B1FA9"/>
    <w:rsid w:val="000D0FC8"/>
    <w:rsid w:val="0021238A"/>
    <w:rsid w:val="00370185"/>
    <w:rsid w:val="003B7D74"/>
    <w:rsid w:val="004F0647"/>
    <w:rsid w:val="00631380"/>
    <w:rsid w:val="006F5C84"/>
    <w:rsid w:val="007545F5"/>
    <w:rsid w:val="00770743"/>
    <w:rsid w:val="008D2E71"/>
    <w:rsid w:val="008D76FD"/>
    <w:rsid w:val="009369AA"/>
    <w:rsid w:val="0095639B"/>
    <w:rsid w:val="009D01B1"/>
    <w:rsid w:val="00A479D8"/>
    <w:rsid w:val="00A66DEC"/>
    <w:rsid w:val="00AB6AAA"/>
    <w:rsid w:val="00AE72C8"/>
    <w:rsid w:val="00B14BB3"/>
    <w:rsid w:val="00B44FE5"/>
    <w:rsid w:val="00C841F7"/>
    <w:rsid w:val="00CC6031"/>
    <w:rsid w:val="00CC7DA6"/>
    <w:rsid w:val="00DF7E68"/>
    <w:rsid w:val="00E37989"/>
    <w:rsid w:val="00EA037D"/>
    <w:rsid w:val="00EB3170"/>
    <w:rsid w:val="00F1444A"/>
    <w:rsid w:val="00F339C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F5C5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B44FE5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B44FE5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69AA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69A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B44FE5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B44FE5"/>
    <w:pPr>
      <w:spacing w:before="120"/>
    </w:pPr>
    <w:rPr>
      <w:rFonts w:ascii="Lucida Handwriting Italic" w:hAnsi="Lucida Handwriting Italic"/>
      <w:sz w:val="28"/>
      <w:szCs w:val="28"/>
    </w:rPr>
  </w:style>
  <w:style w:type="paragraph" w:customStyle="1" w:styleId="MusterbriefBriefe">
    <w:name w:val="Musterbrief (Briefe)"/>
    <w:basedOn w:val="KeinAbsatzformat"/>
    <w:uiPriority w:val="99"/>
    <w:rsid w:val="0095639B"/>
    <w:pPr>
      <w:spacing w:line="320" w:lineRule="atLeast"/>
    </w:pPr>
    <w:rPr>
      <w:rFonts w:ascii="TimesNewRomanPSMT" w:hAnsi="TimesNewRomanPSMT" w:cs="TimesNewRomanPSMT"/>
      <w:sz w:val="26"/>
      <w:szCs w:val="26"/>
    </w:rPr>
  </w:style>
  <w:style w:type="paragraph" w:customStyle="1" w:styleId="DatumBriefe">
    <w:name w:val="Datum (Briefe)"/>
    <w:basedOn w:val="KeinAbsatzformat"/>
    <w:uiPriority w:val="99"/>
    <w:rsid w:val="0095639B"/>
    <w:pPr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BetreffBriefe">
    <w:name w:val="Betreff (Briefe)"/>
    <w:basedOn w:val="KeinAbsatzformat"/>
    <w:uiPriority w:val="99"/>
    <w:rsid w:val="0095639B"/>
    <w:pPr>
      <w:tabs>
        <w:tab w:val="left" w:pos="0"/>
      </w:tabs>
      <w:spacing w:line="320" w:lineRule="atLeast"/>
    </w:pPr>
    <w:rPr>
      <w:rFonts w:ascii="TimesNewRomanPS-BoldMT" w:hAnsi="TimesNewRomanPS-BoldMT" w:cs="TimesNewRomanPS-BoldMT"/>
      <w:b/>
      <w:bCs/>
      <w:sz w:val="26"/>
      <w:szCs w:val="26"/>
    </w:rPr>
  </w:style>
  <w:style w:type="paragraph" w:customStyle="1" w:styleId="MusterbriefhalbzeiligBriefe">
    <w:name w:val="Musterbrief halbzeilig (Briefe)"/>
    <w:basedOn w:val="KeinAbsatzformat"/>
    <w:uiPriority w:val="99"/>
    <w:rsid w:val="0095639B"/>
    <w:pPr>
      <w:spacing w:line="169" w:lineRule="atLeast"/>
    </w:pPr>
    <w:rPr>
      <w:rFonts w:ascii="TimesNewRomanPSMT" w:hAnsi="TimesNewRomanPSMT" w:cs="TimesNewRomanPSMT"/>
      <w:sz w:val="14"/>
      <w:szCs w:val="14"/>
    </w:rPr>
  </w:style>
  <w:style w:type="paragraph" w:customStyle="1" w:styleId="UnterschriftweiblichBriefe">
    <w:name w:val="Unterschrift weiblich (Briefe)"/>
    <w:basedOn w:val="Standard"/>
    <w:uiPriority w:val="99"/>
    <w:rsid w:val="0095639B"/>
    <w:pPr>
      <w:widowControl w:val="0"/>
      <w:tabs>
        <w:tab w:val="left" w:pos="0"/>
        <w:tab w:val="left" w:pos="1860"/>
      </w:tabs>
      <w:autoSpaceDE w:val="0"/>
      <w:autoSpaceDN w:val="0"/>
      <w:adjustRightInd w:val="0"/>
      <w:spacing w:line="200" w:lineRule="atLeast"/>
      <w:textAlignment w:val="center"/>
    </w:pPr>
    <w:rPr>
      <w:rFonts w:ascii="JiffyCom" w:hAnsi="JiffyCom" w:cs="JiffyCom"/>
      <w:color w:val="000000"/>
      <w:szCs w:val="24"/>
    </w:rPr>
  </w:style>
  <w:style w:type="paragraph" w:customStyle="1" w:styleId="AbsenderrechtsbndigBriefe">
    <w:name w:val="Absender rechtsbündig (Briefe)"/>
    <w:basedOn w:val="KeinAbsatzformat"/>
    <w:uiPriority w:val="99"/>
    <w:rsid w:val="00F339CC"/>
    <w:pPr>
      <w:tabs>
        <w:tab w:val="left" w:pos="0"/>
      </w:tabs>
      <w:spacing w:line="320" w:lineRule="atLeast"/>
      <w:jc w:val="right"/>
    </w:pPr>
    <w:rPr>
      <w:rFonts w:ascii="TimesNewRomanPSMT" w:hAnsi="TimesNewRomanPSMT" w:cs="TimesNewRomanPSMT"/>
      <w:sz w:val="26"/>
      <w:szCs w:val="26"/>
    </w:rPr>
  </w:style>
  <w:style w:type="paragraph" w:customStyle="1" w:styleId="UnterschriftmnnlichBriefe">
    <w:name w:val="Unterschrift männlich (Briefe)"/>
    <w:basedOn w:val="KeinAbsatzformat"/>
    <w:uiPriority w:val="99"/>
    <w:rsid w:val="000B1FA9"/>
    <w:rPr>
      <w:rFonts w:ascii="MistralStd" w:hAnsi="MistralStd" w:cs="MistralStd"/>
      <w:sz w:val="30"/>
      <w:szCs w:val="30"/>
    </w:rPr>
  </w:style>
  <w:style w:type="paragraph" w:customStyle="1" w:styleId="UnterschriftmannBriefe">
    <w:name w:val="Unterschrift mann (Briefe)"/>
    <w:basedOn w:val="Standard"/>
    <w:uiPriority w:val="99"/>
    <w:rsid w:val="00F1444A"/>
    <w:pPr>
      <w:widowControl w:val="0"/>
      <w:tabs>
        <w:tab w:val="left" w:pos="0"/>
      </w:tabs>
      <w:autoSpaceDE w:val="0"/>
      <w:autoSpaceDN w:val="0"/>
      <w:adjustRightInd w:val="0"/>
      <w:spacing w:line="240" w:lineRule="atLeast"/>
      <w:textAlignment w:val="center"/>
    </w:pPr>
    <w:rPr>
      <w:rFonts w:ascii="MistralStd" w:hAnsi="MistralStd" w:cs="MistralStd"/>
      <w:color w:val="000000"/>
      <w:sz w:val="30"/>
      <w:szCs w:val="30"/>
    </w:rPr>
  </w:style>
  <w:style w:type="paragraph" w:customStyle="1" w:styleId="AbsendermittigBriefe">
    <w:name w:val="Absender mittig (Briefe)"/>
    <w:basedOn w:val="KeinAbsatzformat"/>
    <w:uiPriority w:val="99"/>
    <w:rsid w:val="009D01B1"/>
    <w:pPr>
      <w:tabs>
        <w:tab w:val="left" w:pos="0"/>
      </w:tabs>
      <w:spacing w:line="320" w:lineRule="atLeast"/>
      <w:jc w:val="center"/>
    </w:pPr>
    <w:rPr>
      <w:rFonts w:ascii="TimesNewRomanPSMT" w:hAnsi="TimesNewRomanPSMT" w:cs="TimesNewRomanPSMT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69AA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69A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EB83A4C3</Template>
  <TotalTime>0</TotalTime>
  <Pages>1</Pages>
  <Words>229</Words>
  <Characters>1446</Characters>
  <Application>Microsoft Office Word</Application>
  <DocSecurity>0</DocSecurity>
  <Lines>12</Lines>
  <Paragraphs>3</Paragraphs>
  <ScaleCrop>false</ScaleCrop>
  <Company>F G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von Laffert, Juliane</cp:lastModifiedBy>
  <cp:revision>4</cp:revision>
  <cp:lastPrinted>2015-11-10T09:35:00Z</cp:lastPrinted>
  <dcterms:created xsi:type="dcterms:W3CDTF">2015-11-10T09:35:00Z</dcterms:created>
  <dcterms:modified xsi:type="dcterms:W3CDTF">2016-02-02T08:00:00Z</dcterms:modified>
</cp:coreProperties>
</file>